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05E50" w14:textId="77777777" w:rsidR="008D305F" w:rsidRDefault="00AB1F34" w:rsidP="00F9098E">
      <w:pPr>
        <w:pStyle w:val="berschrift1"/>
        <w:spacing w:before="0"/>
      </w:pPr>
      <w:r>
        <w:t>Aufbau</w:t>
      </w:r>
    </w:p>
    <w:p w14:paraId="58DEECF1" w14:textId="77777777" w:rsidR="00AB1F34" w:rsidRPr="00AB1F34" w:rsidRDefault="00675A61" w:rsidP="00AB1F34">
      <w:bookmarkStart w:id="0" w:name="_Hlk31538991"/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E4682C" wp14:editId="7EA3D2B2">
                <wp:simplePos x="0" y="0"/>
                <wp:positionH relativeFrom="column">
                  <wp:posOffset>2653665</wp:posOffset>
                </wp:positionH>
                <wp:positionV relativeFrom="paragraph">
                  <wp:posOffset>511175</wp:posOffset>
                </wp:positionV>
                <wp:extent cx="409575" cy="0"/>
                <wp:effectExtent l="38100" t="76200" r="28575" b="11430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A8150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3" o:spid="_x0000_s1026" type="#_x0000_t32" style="position:absolute;margin-left:208.95pt;margin-top:40.25pt;width:32.2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" strokecolor="#4f81bd [3204]" strokeweight="2pt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4025B" wp14:editId="6DD6F1C5">
                <wp:simplePos x="0" y="0"/>
                <wp:positionH relativeFrom="column">
                  <wp:posOffset>3063240</wp:posOffset>
                </wp:positionH>
                <wp:positionV relativeFrom="paragraph">
                  <wp:posOffset>206375</wp:posOffset>
                </wp:positionV>
                <wp:extent cx="2114550" cy="628650"/>
                <wp:effectExtent l="0" t="0" r="19050" b="1905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8E3A3C" w14:textId="77777777" w:rsidR="00F35015" w:rsidRDefault="00F35015" w:rsidP="00F350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F4025B" id="Rechteck 4" o:spid="_x0000_s1026" style="position:absolute;margin-left:241.2pt;margin-top:16.25pt;width:166.5pt;height:4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" fillcolor="white [3201]" strokecolor="#9bbb59 [3206]" strokeweight="2pt">
                <v:textbox>
                  <w:txbxContent>
                    <w:p w14:paraId="248E3A3C" w14:textId="77777777" w:rsidR="00F35015" w:rsidRDefault="00F35015" w:rsidP="00F350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8A1BE" wp14:editId="6A05FD30">
                <wp:simplePos x="0" y="0"/>
                <wp:positionH relativeFrom="column">
                  <wp:posOffset>539115</wp:posOffset>
                </wp:positionH>
                <wp:positionV relativeFrom="paragraph">
                  <wp:posOffset>206375</wp:posOffset>
                </wp:positionV>
                <wp:extent cx="2114550" cy="628650"/>
                <wp:effectExtent l="0" t="0" r="19050" b="1905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73F251" w14:textId="77777777" w:rsidR="00F35015" w:rsidRDefault="00F35015" w:rsidP="00F350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F8A1BE" id="Rechteck 3" o:spid="_x0000_s1027" style="position:absolute;margin-left:42.45pt;margin-top:16.25pt;width:166.5pt;height:4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" fillcolor="white [3201]" strokecolor="#9bbb59 [3206]" strokeweight="2pt">
                <v:textbox>
                  <w:txbxContent>
                    <w:p w14:paraId="2673F251" w14:textId="77777777" w:rsidR="00F35015" w:rsidRDefault="00F35015" w:rsidP="00F350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1" behindDoc="0" locked="0" layoutInCell="1" allowOverlap="1" wp14:anchorId="39BEC487" wp14:editId="02CF0690">
                <wp:simplePos x="0" y="0"/>
                <wp:positionH relativeFrom="column">
                  <wp:posOffset>386715</wp:posOffset>
                </wp:positionH>
                <wp:positionV relativeFrom="paragraph">
                  <wp:posOffset>101600</wp:posOffset>
                </wp:positionV>
                <wp:extent cx="5057775" cy="1247775"/>
                <wp:effectExtent l="0" t="0" r="28575" b="28575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7775" cy="1247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C8ADC" w14:textId="77777777" w:rsidR="00B81A5F" w:rsidRPr="00B81A5F" w:rsidRDefault="00B81A5F" w:rsidP="00156E11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EC487" id="Rechteck 8" o:spid="_x0000_s1028" style="position:absolute;margin-left:30.45pt;margin-top:8pt;width:398.25pt;height:98.25pt;z-index:251658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" fillcolor="white [3201]" strokecolor="#4f81bd [3204]" strokeweight="2pt">
                <v:textbox>
                  <w:txbxContent>
                    <w:p w14:paraId="7EDC8ADC" w14:textId="77777777" w:rsidR="00B81A5F" w:rsidRPr="00B81A5F" w:rsidRDefault="00B81A5F" w:rsidP="00156E11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81A5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7F1C1D" wp14:editId="5B3B79E8">
                <wp:simplePos x="0" y="0"/>
                <wp:positionH relativeFrom="column">
                  <wp:posOffset>3996690</wp:posOffset>
                </wp:positionH>
                <wp:positionV relativeFrom="paragraph">
                  <wp:posOffset>1349375</wp:posOffset>
                </wp:positionV>
                <wp:extent cx="247650" cy="390525"/>
                <wp:effectExtent l="19050" t="19050" r="38100" b="47625"/>
                <wp:wrapNone/>
                <wp:docPr id="12" name="Pfeil nach oben und unt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90525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D8CAC6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Pfeil nach oben und unten 12" o:spid="_x0000_s1026" type="#_x0000_t70" style="position:absolute;margin-left:314.7pt;margin-top:106.25pt;width:19.5pt;height:30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" adj=",6849" fillcolor="white [3201]" strokecolor="#4f81bd [3204]" strokeweight="2pt"/>
            </w:pict>
          </mc:Fallback>
        </mc:AlternateContent>
      </w:r>
      <w:r w:rsidR="00B81A5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3F2F09" wp14:editId="13C0B0F2">
                <wp:simplePos x="0" y="0"/>
                <wp:positionH relativeFrom="column">
                  <wp:posOffset>1510665</wp:posOffset>
                </wp:positionH>
                <wp:positionV relativeFrom="paragraph">
                  <wp:posOffset>1349375</wp:posOffset>
                </wp:positionV>
                <wp:extent cx="247650" cy="390525"/>
                <wp:effectExtent l="19050" t="19050" r="38100" b="47625"/>
                <wp:wrapNone/>
                <wp:docPr id="11" name="Pfeil nach oben und unt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90525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C3502" id="Pfeil nach oben und unten 11" o:spid="_x0000_s1026" type="#_x0000_t70" style="position:absolute;margin-left:118.95pt;margin-top:106.25pt;width:19.5pt;height:30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" adj=",6849" fillcolor="white [3201]" strokecolor="#4f81bd [3204]" strokeweight="2pt"/>
            </w:pict>
          </mc:Fallback>
        </mc:AlternateContent>
      </w:r>
      <w:r w:rsidR="00B81A5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8FF585" wp14:editId="62510177">
                <wp:simplePos x="0" y="0"/>
                <wp:positionH relativeFrom="column">
                  <wp:posOffset>3996690</wp:posOffset>
                </wp:positionH>
                <wp:positionV relativeFrom="paragraph">
                  <wp:posOffset>2044700</wp:posOffset>
                </wp:positionV>
                <wp:extent cx="247650" cy="390525"/>
                <wp:effectExtent l="19050" t="19050" r="38100" b="47625"/>
                <wp:wrapNone/>
                <wp:docPr id="10" name="Pfeil nach oben und unt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90525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A7682C" id="Pfeil nach oben und unten 10" o:spid="_x0000_s1026" type="#_x0000_t70" style="position:absolute;margin-left:314.7pt;margin-top:161pt;width:19.5pt;height:30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" adj=",6849" fillcolor="white [3201]" strokecolor="#4f81bd [3204]" strokeweight="2pt"/>
            </w:pict>
          </mc:Fallback>
        </mc:AlternateContent>
      </w:r>
      <w:r w:rsidR="00B81A5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3D168D" wp14:editId="58B20BFE">
                <wp:simplePos x="0" y="0"/>
                <wp:positionH relativeFrom="column">
                  <wp:posOffset>1510665</wp:posOffset>
                </wp:positionH>
                <wp:positionV relativeFrom="paragraph">
                  <wp:posOffset>2044700</wp:posOffset>
                </wp:positionV>
                <wp:extent cx="247650" cy="390525"/>
                <wp:effectExtent l="19050" t="19050" r="38100" b="47625"/>
                <wp:wrapNone/>
                <wp:docPr id="9" name="Pfeil nach oben und unt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90525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2FF745" id="Pfeil nach oben und unten 9" o:spid="_x0000_s1026" type="#_x0000_t70" style="position:absolute;margin-left:118.95pt;margin-top:161pt;width:19.5pt;height:30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" adj=",6849" fillcolor="white [3201]" strokecolor="#4f81bd [3204]" strokeweight="2pt"/>
            </w:pict>
          </mc:Fallback>
        </mc:AlternateContent>
      </w:r>
      <w:r w:rsidR="00B81A5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E8A996" wp14:editId="41830057">
                <wp:simplePos x="0" y="0"/>
                <wp:positionH relativeFrom="column">
                  <wp:posOffset>567690</wp:posOffset>
                </wp:positionH>
                <wp:positionV relativeFrom="paragraph">
                  <wp:posOffset>2454275</wp:posOffset>
                </wp:positionV>
                <wp:extent cx="2114550" cy="628650"/>
                <wp:effectExtent l="0" t="0" r="19050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271C6" w14:textId="77777777" w:rsidR="00F35015" w:rsidRPr="00B81A5F" w:rsidRDefault="00F35015" w:rsidP="00F35015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E8A996" id="Rechteck 5" o:spid="_x0000_s1029" style="position:absolute;margin-left:44.7pt;margin-top:193.25pt;width:166.5pt;height:49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" fillcolor="white [3201]" strokecolor="#4f81bd [3204]" strokeweight="2pt">
                <v:textbox>
                  <w:txbxContent>
                    <w:p w14:paraId="2DA271C6" w14:textId="77777777" w:rsidR="00F35015" w:rsidRPr="00B81A5F" w:rsidRDefault="00F35015" w:rsidP="00F35015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81A5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3A53A6" wp14:editId="59B0E71D">
                <wp:simplePos x="0" y="0"/>
                <wp:positionH relativeFrom="column">
                  <wp:posOffset>3063240</wp:posOffset>
                </wp:positionH>
                <wp:positionV relativeFrom="paragraph">
                  <wp:posOffset>2435225</wp:posOffset>
                </wp:positionV>
                <wp:extent cx="2114550" cy="628650"/>
                <wp:effectExtent l="0" t="0" r="19050" b="1905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DCB20D" w14:textId="77777777" w:rsidR="00F35015" w:rsidRDefault="00F35015" w:rsidP="00F350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A3A53A6" id="Rechteck 6" o:spid="_x0000_s1030" style="position:absolute;margin-left:241.2pt;margin-top:191.75pt;width:166.5pt;height:49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" fillcolor="white [3201]" strokecolor="#4f81bd [3204]" strokeweight="2pt">
                <v:textbox>
                  <w:txbxContent>
                    <w:p w14:paraId="58DCB20D" w14:textId="77777777" w:rsidR="00F35015" w:rsidRDefault="00F35015" w:rsidP="00F350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81A5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6ACB34" wp14:editId="729F37BF">
                <wp:simplePos x="0" y="0"/>
                <wp:positionH relativeFrom="column">
                  <wp:posOffset>72390</wp:posOffset>
                </wp:positionH>
                <wp:positionV relativeFrom="paragraph">
                  <wp:posOffset>1739900</wp:posOffset>
                </wp:positionV>
                <wp:extent cx="5648325" cy="304800"/>
                <wp:effectExtent l="0" t="0" r="28575" b="1905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83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74717" w14:textId="77777777" w:rsidR="00F35015" w:rsidRDefault="00F35015" w:rsidP="00F350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6ACB34" id="Rechteck 7" o:spid="_x0000_s1031" style="position:absolute;margin-left:5.7pt;margin-top:137pt;width:444.7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" fillcolor="white [3201]" strokecolor="#4f81bd [3204]" strokeweight="2pt">
                <v:textbox>
                  <w:txbxContent>
                    <w:p w14:paraId="24374717" w14:textId="77777777" w:rsidR="00F35015" w:rsidRDefault="00F35015" w:rsidP="00F350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35015">
        <w:rPr>
          <w:noProof/>
        </w:rPr>
        <mc:AlternateContent>
          <mc:Choice Requires="wps">
            <w:drawing>
              <wp:inline distT="0" distB="0" distL="0" distR="0" wp14:anchorId="1CF2FA10" wp14:editId="612A9006">
                <wp:extent cx="5791200" cy="3371850"/>
                <wp:effectExtent l="0" t="0" r="19050" b="19050"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76325" y="1562100"/>
                          <a:ext cx="5791200" cy="3371850"/>
                        </a:xfrm>
                        <a:prstGeom prst="roundRect">
                          <a:avLst>
                            <a:gd name="adj" fmla="val 4520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F63E0C7" id="Abgerundetes Rechteck 2" o:spid="_x0000_s1026" style="width:456pt;height:26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9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" fillcolor="#d8d8d8 [2732]" strokecolor="black [3200]" strokeweight="2pt">
                <w10:anchorlock/>
              </v:roundrect>
            </w:pict>
          </mc:Fallback>
        </mc:AlternateContent>
      </w:r>
    </w:p>
    <w:bookmarkEnd w:id="0"/>
    <w:p w14:paraId="7B34C2A2" w14:textId="77777777" w:rsidR="00AB1F34" w:rsidRDefault="00AB1F34" w:rsidP="00AB1F34">
      <w:pPr>
        <w:pStyle w:val="berschrift1"/>
      </w:pPr>
      <w:r>
        <w:t>Prinzipien</w:t>
      </w:r>
    </w:p>
    <w:p w14:paraId="321BCAB9" w14:textId="28917FF5" w:rsidR="000E03B9" w:rsidRPr="000E03B9" w:rsidRDefault="00F63678" w:rsidP="000E03B9">
      <w:pPr>
        <w:pStyle w:val="Listenabsatz"/>
        <w:numPr>
          <w:ilvl w:val="0"/>
          <w:numId w:val="5"/>
        </w:numPr>
        <w:ind w:hanging="357"/>
        <w:contextualSpacing w:val="0"/>
      </w:pPr>
      <w:r>
        <w:t>Der Rechner</w:t>
      </w:r>
      <w:r w:rsidR="000E03B9" w:rsidRPr="000E03B9">
        <w:t xml:space="preserve"> besteht stets aus:</w:t>
      </w:r>
      <w:bookmarkStart w:id="1" w:name="_GoBack"/>
      <w:bookmarkEnd w:id="1"/>
    </w:p>
    <w:p w14:paraId="6F3CD712" w14:textId="7323AF02" w:rsidR="000E03B9" w:rsidRPr="00156E11" w:rsidRDefault="000E03B9" w:rsidP="000E03B9">
      <w:pPr>
        <w:pStyle w:val="Listenabsatz"/>
        <w:numPr>
          <w:ilvl w:val="1"/>
          <w:numId w:val="5"/>
        </w:numPr>
        <w:ind w:hanging="357"/>
        <w:contextualSpacing w:val="0"/>
      </w:pPr>
      <w:r w:rsidRPr="00156E11">
        <w:t>dem </w:t>
      </w:r>
      <w:r w:rsidR="005D2ABE" w:rsidRPr="00156E11">
        <w:rPr>
          <w:b/>
          <w:bCs/>
        </w:rPr>
        <w:t>…</w:t>
      </w:r>
      <w:r w:rsidRPr="00156E11">
        <w:t xml:space="preserve"> (ALU - </w:t>
      </w:r>
      <w:proofErr w:type="spellStart"/>
      <w:r w:rsidRPr="00156E11">
        <w:t>Arithmetic</w:t>
      </w:r>
      <w:proofErr w:type="spellEnd"/>
      <w:r w:rsidRPr="00156E11">
        <w:t xml:space="preserve"> </w:t>
      </w:r>
      <w:proofErr w:type="spellStart"/>
      <w:r w:rsidRPr="00156E11">
        <w:t>Logic</w:t>
      </w:r>
      <w:proofErr w:type="spellEnd"/>
      <w:r w:rsidRPr="00156E11">
        <w:t xml:space="preserve"> Unit) </w:t>
      </w:r>
      <w:bookmarkStart w:id="2" w:name="_Hlk31530520"/>
      <w:r w:rsidR="00156E11" w:rsidRPr="00156E11">
        <w:t>mit der</w:t>
      </w:r>
      <w:r w:rsidR="00156E11">
        <w:t xml:space="preserve"> Aufgabe </w:t>
      </w:r>
      <w:bookmarkEnd w:id="2"/>
      <w:r w:rsidR="00156E11">
        <w:br/>
      </w:r>
      <w:r w:rsidR="000D180F" w:rsidRPr="00156E11">
        <w:t>…</w:t>
      </w:r>
    </w:p>
    <w:p w14:paraId="0C13D2C4" w14:textId="3B25923A" w:rsidR="000E03B9" w:rsidRPr="000E03B9" w:rsidRDefault="000E03B9" w:rsidP="000E03B9">
      <w:pPr>
        <w:pStyle w:val="Listenabsatz"/>
        <w:numPr>
          <w:ilvl w:val="1"/>
          <w:numId w:val="5"/>
        </w:numPr>
        <w:ind w:hanging="357"/>
        <w:contextualSpacing w:val="0"/>
      </w:pPr>
      <w:r w:rsidRPr="000E03B9">
        <w:t>dem </w:t>
      </w:r>
      <w:r w:rsidR="005D2ABE">
        <w:rPr>
          <w:b/>
          <w:bCs/>
        </w:rPr>
        <w:t>…</w:t>
      </w:r>
      <w:r w:rsidRPr="000E03B9">
        <w:rPr>
          <w:b/>
          <w:bCs/>
        </w:rPr>
        <w:t> </w:t>
      </w:r>
      <w:r w:rsidRPr="000E03B9">
        <w:t>(Control Unit)</w:t>
      </w:r>
      <w:r w:rsidR="00156E11" w:rsidRPr="00156E11">
        <w:t xml:space="preserve"> </w:t>
      </w:r>
      <w:r w:rsidR="00156E11" w:rsidRPr="00156E11">
        <w:t>mit der</w:t>
      </w:r>
      <w:r w:rsidR="00156E11">
        <w:t xml:space="preserve"> Aufgabe</w:t>
      </w:r>
      <w:r w:rsidRPr="000E03B9">
        <w:br/>
      </w:r>
      <w:r w:rsidR="000D180F">
        <w:t>…</w:t>
      </w:r>
    </w:p>
    <w:p w14:paraId="6F895B2D" w14:textId="3F69A496" w:rsidR="000E03B9" w:rsidRPr="000E03B9" w:rsidRDefault="000E03B9" w:rsidP="000E03B9">
      <w:pPr>
        <w:pStyle w:val="Listenabsatz"/>
        <w:numPr>
          <w:ilvl w:val="1"/>
          <w:numId w:val="5"/>
        </w:numPr>
        <w:ind w:hanging="357"/>
        <w:contextualSpacing w:val="0"/>
      </w:pPr>
      <w:r w:rsidRPr="000E03B9">
        <w:t>dem </w:t>
      </w:r>
      <w:r w:rsidR="005D2ABE">
        <w:rPr>
          <w:b/>
          <w:bCs/>
        </w:rPr>
        <w:t>…</w:t>
      </w:r>
      <w:r w:rsidRPr="000E03B9">
        <w:rPr>
          <w:b/>
          <w:bCs/>
        </w:rPr>
        <w:t> </w:t>
      </w:r>
      <w:r w:rsidRPr="000E03B9">
        <w:t>(Memory</w:t>
      </w:r>
      <w:r w:rsidR="00156E11">
        <w:t xml:space="preserve"> Unit</w:t>
      </w:r>
      <w:r w:rsidRPr="000E03B9">
        <w:t>)</w:t>
      </w:r>
      <w:r w:rsidR="00156E11" w:rsidRPr="00156E11">
        <w:t xml:space="preserve"> </w:t>
      </w:r>
      <w:r w:rsidR="00156E11" w:rsidRPr="00156E11">
        <w:t>mit der</w:t>
      </w:r>
      <w:r w:rsidR="00156E11">
        <w:t xml:space="preserve"> Aufgabe</w:t>
      </w:r>
      <w:r w:rsidRPr="000E03B9">
        <w:br/>
      </w:r>
      <w:r w:rsidR="000D180F">
        <w:t>…</w:t>
      </w:r>
    </w:p>
    <w:p w14:paraId="037BD379" w14:textId="56BDD575" w:rsidR="000E03B9" w:rsidRPr="000E03B9" w:rsidRDefault="000E03B9" w:rsidP="000E03B9">
      <w:pPr>
        <w:pStyle w:val="Listenabsatz"/>
        <w:numPr>
          <w:ilvl w:val="1"/>
          <w:numId w:val="5"/>
        </w:numPr>
        <w:ind w:hanging="357"/>
        <w:contextualSpacing w:val="0"/>
      </w:pPr>
      <w:r w:rsidRPr="000E03B9">
        <w:t>dem </w:t>
      </w:r>
      <w:r w:rsidR="005D2ABE">
        <w:rPr>
          <w:b/>
          <w:bCs/>
        </w:rPr>
        <w:t>…</w:t>
      </w:r>
      <w:r w:rsidRPr="000E03B9">
        <w:rPr>
          <w:b/>
          <w:bCs/>
        </w:rPr>
        <w:t> </w:t>
      </w:r>
      <w:r w:rsidRPr="000E03B9">
        <w:t>(I/O Unit)</w:t>
      </w:r>
      <w:r w:rsidR="00156E11" w:rsidRPr="00156E11">
        <w:t xml:space="preserve"> </w:t>
      </w:r>
      <w:r w:rsidR="00156E11" w:rsidRPr="00156E11">
        <w:t>mit der</w:t>
      </w:r>
      <w:r w:rsidR="00156E11">
        <w:t xml:space="preserve"> Aufgabe</w:t>
      </w:r>
      <w:r w:rsidRPr="000E03B9">
        <w:br/>
      </w:r>
      <w:r w:rsidR="000D180F">
        <w:t>…</w:t>
      </w:r>
    </w:p>
    <w:p w14:paraId="406C81D4" w14:textId="4BB2DCBE" w:rsidR="000E03B9" w:rsidRPr="000E03B9" w:rsidRDefault="000E03B9" w:rsidP="000E03B9">
      <w:pPr>
        <w:pStyle w:val="Listenabsatz"/>
        <w:numPr>
          <w:ilvl w:val="1"/>
          <w:numId w:val="5"/>
        </w:numPr>
        <w:ind w:hanging="357"/>
        <w:contextualSpacing w:val="0"/>
      </w:pPr>
      <w:r w:rsidRPr="000E03B9">
        <w:t>dem </w:t>
      </w:r>
      <w:r w:rsidRPr="000E03B9">
        <w:rPr>
          <w:b/>
          <w:bCs/>
        </w:rPr>
        <w:t>Verbindungssystem </w:t>
      </w:r>
      <w:r>
        <w:t>(</w:t>
      </w:r>
      <w:proofErr w:type="spellStart"/>
      <w:r>
        <w:t>Busbar</w:t>
      </w:r>
      <w:proofErr w:type="spellEnd"/>
      <w:r>
        <w:t xml:space="preserve"> - Sammelschiene</w:t>
      </w:r>
      <w:r w:rsidRPr="000E03B9">
        <w:t>) </w:t>
      </w:r>
      <w:r w:rsidR="00156E11" w:rsidRPr="00156E11">
        <w:t>mit der</w:t>
      </w:r>
      <w:r w:rsidR="00156E11">
        <w:t xml:space="preserve"> Aufgabe</w:t>
      </w:r>
      <w:r w:rsidRPr="000E03B9">
        <w:br/>
      </w:r>
      <w:r w:rsidR="001716E1">
        <w:t>…</w:t>
      </w:r>
    </w:p>
    <w:p w14:paraId="76D4C034" w14:textId="77777777" w:rsidR="00F63678" w:rsidRDefault="00F63678" w:rsidP="00F63678">
      <w:pPr>
        <w:pStyle w:val="Listenabsatz"/>
        <w:numPr>
          <w:ilvl w:val="0"/>
          <w:numId w:val="5"/>
        </w:numPr>
        <w:ind w:hanging="357"/>
        <w:contextualSpacing w:val="0"/>
      </w:pPr>
      <w:r>
        <w:t>(Aussage zu Zweck/Einsatz des Rechners und wodurch dies erreicht wird)</w:t>
      </w:r>
    </w:p>
    <w:p w14:paraId="320DCA99" w14:textId="77777777" w:rsidR="00F63678" w:rsidRPr="000E03B9" w:rsidRDefault="00F63678" w:rsidP="00F63678">
      <w:pPr>
        <w:pStyle w:val="Listenabsatz"/>
        <w:numPr>
          <w:ilvl w:val="0"/>
          <w:numId w:val="5"/>
        </w:numPr>
        <w:ind w:hanging="357"/>
        <w:contextualSpacing w:val="0"/>
      </w:pPr>
      <w:r>
        <w:t>(Aussage zum Inhalt des Speichers)</w:t>
      </w:r>
    </w:p>
    <w:p w14:paraId="48321A52" w14:textId="77777777" w:rsidR="00BB08FF" w:rsidRPr="000E03B9" w:rsidRDefault="00BB08FF" w:rsidP="00BB08FF">
      <w:pPr>
        <w:pStyle w:val="Listenabsatz"/>
        <w:numPr>
          <w:ilvl w:val="0"/>
          <w:numId w:val="5"/>
        </w:numPr>
        <w:ind w:hanging="357"/>
        <w:contextualSpacing w:val="0"/>
      </w:pPr>
      <w:r>
        <w:t>(Aussage zum Aufbau des Speichers)</w:t>
      </w:r>
    </w:p>
    <w:p w14:paraId="24630836" w14:textId="110E09E4" w:rsidR="00F63678" w:rsidRDefault="00F63678" w:rsidP="00F63678">
      <w:pPr>
        <w:pStyle w:val="Listenabsatz"/>
        <w:numPr>
          <w:ilvl w:val="0"/>
          <w:numId w:val="5"/>
        </w:numPr>
        <w:ind w:hanging="357"/>
        <w:contextualSpacing w:val="0"/>
      </w:pPr>
      <w:r>
        <w:t>(Aussage zu</w:t>
      </w:r>
      <w:r w:rsidR="00BB08FF">
        <w:t>m Aufbau eines Programms)</w:t>
      </w:r>
    </w:p>
    <w:p w14:paraId="2790DEFE" w14:textId="77777777" w:rsidR="00BB08FF" w:rsidRPr="000E03B9" w:rsidRDefault="00BB08FF" w:rsidP="00BB08FF">
      <w:pPr>
        <w:pStyle w:val="Listenabsatz"/>
        <w:numPr>
          <w:ilvl w:val="0"/>
          <w:numId w:val="5"/>
        </w:numPr>
        <w:ind w:hanging="357"/>
        <w:contextualSpacing w:val="0"/>
      </w:pPr>
      <w:r>
        <w:t>(Aussage zu Sprungbefehlen)</w:t>
      </w:r>
    </w:p>
    <w:p w14:paraId="24BC81EB" w14:textId="61DFFD68" w:rsidR="00BB08FF" w:rsidRDefault="00BB08FF" w:rsidP="00BB08FF">
      <w:pPr>
        <w:pStyle w:val="Listenabsatz"/>
        <w:numPr>
          <w:ilvl w:val="0"/>
          <w:numId w:val="5"/>
        </w:numPr>
        <w:ind w:hanging="357"/>
        <w:contextualSpacing w:val="0"/>
      </w:pPr>
      <w:r>
        <w:t>(Aussage zu den Befehlsarten)</w:t>
      </w:r>
    </w:p>
    <w:p w14:paraId="063EBF29" w14:textId="2CCBE27C" w:rsidR="00F63678" w:rsidRDefault="00F63678" w:rsidP="00BB08FF">
      <w:pPr>
        <w:pStyle w:val="Listenabsatz"/>
        <w:numPr>
          <w:ilvl w:val="0"/>
          <w:numId w:val="5"/>
        </w:numPr>
        <w:ind w:hanging="357"/>
        <w:contextualSpacing w:val="0"/>
      </w:pPr>
      <w:r>
        <w:t>(Aussage zur Codierung)</w:t>
      </w:r>
    </w:p>
    <w:p w14:paraId="08FA4FAE" w14:textId="77777777" w:rsidR="00AB1F34" w:rsidRDefault="00AB1F34" w:rsidP="00AB1F34">
      <w:pPr>
        <w:pStyle w:val="berschrift1"/>
      </w:pPr>
      <w:r>
        <w:t>Arbeitsweise</w:t>
      </w:r>
    </w:p>
    <w:p w14:paraId="05CF811C" w14:textId="77777777" w:rsidR="000E03B9" w:rsidRPr="000E03B9" w:rsidRDefault="000E03B9" w:rsidP="000E03B9">
      <w:r w:rsidRPr="000E03B9">
        <w:t xml:space="preserve">Die Befehlsabarbeitung geschieht in </w:t>
      </w:r>
      <w:r w:rsidR="00675A61">
        <w:t>den</w:t>
      </w:r>
      <w:r w:rsidRPr="000E03B9">
        <w:t xml:space="preserve"> Phasen:</w:t>
      </w:r>
    </w:p>
    <w:p w14:paraId="4859C363" w14:textId="54B3B495" w:rsidR="002B258F" w:rsidRPr="006726DB" w:rsidRDefault="005E4CE1" w:rsidP="002B258F">
      <w:r>
        <w:rPr>
          <w:noProof/>
        </w:rPr>
        <w:lastRenderedPageBreak/>
        <w:drawing>
          <wp:inline distT="0" distB="0" distL="0" distR="0" wp14:anchorId="0D239019" wp14:editId="430FAF16">
            <wp:extent cx="5760085" cy="3980180"/>
            <wp:effectExtent l="0" t="0" r="0" b="1270"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von-Neumann-Zyklus Vorgabe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98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258F" w:rsidRPr="006726DB" w:rsidSect="0037159F">
      <w:headerReference w:type="default" r:id="rId9"/>
      <w:footerReference w:type="default" r:id="rId10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8C33F" w14:textId="77777777" w:rsidR="00BC0BFC" w:rsidRDefault="00BC0BFC">
      <w:r>
        <w:separator/>
      </w:r>
    </w:p>
  </w:endnote>
  <w:endnote w:type="continuationSeparator" w:id="0">
    <w:p w14:paraId="44A29262" w14:textId="77777777" w:rsidR="00BC0BFC" w:rsidRDefault="00BC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CC005" w14:textId="74C7D386" w:rsidR="00562BB8" w:rsidRPr="00156E11" w:rsidRDefault="00156E11" w:rsidP="00156E11">
    <w:pPr>
      <w:pStyle w:val="Fuzeile"/>
      <w:pBdr>
        <w:top w:val="single" w:sz="4" w:space="1" w:color="auto"/>
      </w:pBdr>
      <w:jc w:val="center"/>
    </w:pPr>
    <w:bookmarkStart w:id="3" w:name="_Hlk31539142"/>
    <w:bookmarkStart w:id="4" w:name="_Hlk31539143"/>
    <w:r>
      <w:rPr>
        <w:noProof/>
      </w:rPr>
      <w:drawing>
        <wp:anchor distT="0" distB="0" distL="114300" distR="114300" simplePos="0" relativeHeight="251446784" behindDoc="1" locked="0" layoutInCell="1" allowOverlap="1" wp14:anchorId="760CEB5A" wp14:editId="3EE2C65A">
          <wp:simplePos x="0" y="0"/>
          <wp:positionH relativeFrom="column">
            <wp:posOffset>5206365</wp:posOffset>
          </wp:positionH>
          <wp:positionV relativeFrom="paragraph">
            <wp:posOffset>28575</wp:posOffset>
          </wp:positionV>
          <wp:extent cx="542925" cy="191135"/>
          <wp:effectExtent l="0" t="0" r="9525" b="0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191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</w:t>
    </w:r>
    <w:r w:rsidRPr="00AC266D">
      <w:rPr>
        <w:rFonts w:cs="Arial"/>
        <w:sz w:val="16"/>
        <w:szCs w:val="16"/>
      </w:rPr>
      <w:t xml:space="preserve">SA </w:t>
    </w:r>
    <w:r>
      <w:rPr>
        <w:rFonts w:cs="Arial"/>
        <w:sz w:val="16"/>
        <w:szCs w:val="16"/>
      </w:rPr>
      <w:t>4</w:t>
    </w:r>
    <w:r w:rsidRPr="00AC266D">
      <w:rPr>
        <w:rFonts w:cs="Arial"/>
        <w:sz w:val="16"/>
        <w:szCs w:val="16"/>
      </w:rPr>
      <w:t xml:space="preserve">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F63678">
      <w:rPr>
        <w:rFonts w:cs="Arial"/>
        <w:noProof/>
        <w:sz w:val="16"/>
        <w:szCs w:val="16"/>
      </w:rPr>
      <w:t>23.01.2020</w:t>
    </w:r>
    <w:r w:rsidRPr="00AC266D"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</w:t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60BC8" w14:textId="77777777" w:rsidR="00BC0BFC" w:rsidRDefault="00BC0BFC">
      <w:r>
        <w:separator/>
      </w:r>
    </w:p>
  </w:footnote>
  <w:footnote w:type="continuationSeparator" w:id="0">
    <w:p w14:paraId="36122E54" w14:textId="77777777" w:rsidR="00BC0BFC" w:rsidRDefault="00BC0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 w14:paraId="1D347C5B" w14:textId="77777777">
      <w:tc>
        <w:tcPr>
          <w:tcW w:w="1008" w:type="dxa"/>
        </w:tcPr>
        <w:p w14:paraId="27D861BE" w14:textId="77777777"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11970644" wp14:editId="69D82848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14:paraId="332A7CE9" w14:textId="16CF62CA" w:rsidR="00562BB8" w:rsidRDefault="00AB1F34" w:rsidP="0037159F">
          <w:pPr>
            <w:pStyle w:val="Kopfzeile"/>
            <w:tabs>
              <w:tab w:val="clear" w:pos="4536"/>
              <w:tab w:val="clear" w:pos="9072"/>
            </w:tabs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John-von-Neumann-</w:t>
          </w:r>
          <w:r w:rsidR="00156E11">
            <w:rPr>
              <w:b/>
              <w:sz w:val="32"/>
              <w:szCs w:val="32"/>
            </w:rPr>
            <w:t>Rechner</w:t>
          </w:r>
        </w:p>
        <w:p w14:paraId="0006BAAF" w14:textId="77777777"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14:paraId="01936C0E" w14:textId="77777777" w:rsidR="00562BB8" w:rsidRDefault="00562B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8CE3A34"/>
    <w:multiLevelType w:val="multilevel"/>
    <w:tmpl w:val="24EE4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4A7408"/>
    <w:multiLevelType w:val="multilevel"/>
    <w:tmpl w:val="654A6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41A88"/>
    <w:multiLevelType w:val="multilevel"/>
    <w:tmpl w:val="0628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8B602D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  <w:lvlOverride w:ilvl="0">
      <w:startOverride w:val="2"/>
    </w:lvlOverride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F34"/>
    <w:rsid w:val="00020E73"/>
    <w:rsid w:val="00031F21"/>
    <w:rsid w:val="000D180F"/>
    <w:rsid w:val="000E03B9"/>
    <w:rsid w:val="00152FE5"/>
    <w:rsid w:val="00156E11"/>
    <w:rsid w:val="001570DA"/>
    <w:rsid w:val="001716E1"/>
    <w:rsid w:val="001E359A"/>
    <w:rsid w:val="002245D1"/>
    <w:rsid w:val="002B258F"/>
    <w:rsid w:val="002E1F00"/>
    <w:rsid w:val="0037159F"/>
    <w:rsid w:val="00383F60"/>
    <w:rsid w:val="003B205A"/>
    <w:rsid w:val="003F1514"/>
    <w:rsid w:val="00517F4B"/>
    <w:rsid w:val="00562BB8"/>
    <w:rsid w:val="00581A0C"/>
    <w:rsid w:val="005D2ABE"/>
    <w:rsid w:val="005E4CE1"/>
    <w:rsid w:val="00603DDF"/>
    <w:rsid w:val="00622C4A"/>
    <w:rsid w:val="006606BA"/>
    <w:rsid w:val="006726DB"/>
    <w:rsid w:val="00675A61"/>
    <w:rsid w:val="006906CA"/>
    <w:rsid w:val="00753B6A"/>
    <w:rsid w:val="00771E1E"/>
    <w:rsid w:val="008D305F"/>
    <w:rsid w:val="00923EB5"/>
    <w:rsid w:val="0096719C"/>
    <w:rsid w:val="009776B5"/>
    <w:rsid w:val="009E7007"/>
    <w:rsid w:val="00A21F8B"/>
    <w:rsid w:val="00A22A90"/>
    <w:rsid w:val="00A9436B"/>
    <w:rsid w:val="00AB1F34"/>
    <w:rsid w:val="00B17402"/>
    <w:rsid w:val="00B81A5F"/>
    <w:rsid w:val="00BB08FF"/>
    <w:rsid w:val="00BC0BFC"/>
    <w:rsid w:val="00C55C67"/>
    <w:rsid w:val="00CF2A05"/>
    <w:rsid w:val="00CF313D"/>
    <w:rsid w:val="00DB22A5"/>
    <w:rsid w:val="00E922B7"/>
    <w:rsid w:val="00EA51A0"/>
    <w:rsid w:val="00EE3DC0"/>
    <w:rsid w:val="00F21C66"/>
    <w:rsid w:val="00F231FF"/>
    <w:rsid w:val="00F26F5D"/>
    <w:rsid w:val="00F35015"/>
    <w:rsid w:val="00F63678"/>
    <w:rsid w:val="00F9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C03291"/>
  <w15:docId w15:val="{CB2109A6-3ED3-4CB5-B24C-514F096F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E03B9"/>
    <w:pPr>
      <w:spacing w:after="12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AB1F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B1F3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E0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2</Pages>
  <Words>84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9</cp:revision>
  <dcterms:created xsi:type="dcterms:W3CDTF">2014-03-09T11:05:00Z</dcterms:created>
  <dcterms:modified xsi:type="dcterms:W3CDTF">2020-02-02T11:33:00Z</dcterms:modified>
</cp:coreProperties>
</file>